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Your Name"/>
        <w:tag w:val=""/>
        <w:id w:val="1246310863"/>
        <w:placeholder>
          <w:docPart w:val="4A173E81B37048D291BFCDA15602FFA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E01F21" w:rsidRDefault="00535E4E">
          <w:pPr>
            <w:pStyle w:val="Title"/>
          </w:pPr>
          <w:r>
            <w:t>Colton</w:t>
          </w:r>
          <w:r w:rsidR="00182877">
            <w:t xml:space="preserve"> Lamprey</w:t>
          </w:r>
        </w:p>
      </w:sdtContent>
    </w:sdt>
    <w:p w:rsidR="00E01F21" w:rsidRDefault="002665B8">
      <w:sdt>
        <w:sdtPr>
          <w:alias w:val="Address"/>
          <w:tag w:val=""/>
          <w:id w:val="-593780209"/>
          <w:placeholder>
            <w:docPart w:val="713F63022BD2432FB80EB779B2113EE3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535E4E">
            <w:t>1513 Farmhouse ln. Middletown, PA</w:t>
          </w:r>
        </w:sdtContent>
      </w:sdt>
      <w:r w:rsidR="00535E4E">
        <w:t> |</w:t>
      </w:r>
      <w:r w:rsidR="00D63F1B">
        <w:t> </w:t>
      </w:r>
      <w:sdt>
        <w:sdtPr>
          <w:alias w:val="Email"/>
          <w:tag w:val=""/>
          <w:id w:val="-391963670"/>
          <w:placeholder>
            <w:docPart w:val="ABE6AF21A9564DE09FAE8B00C2FCF08A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535E4E">
            <w:t>coltonlamprey@gmail.com</w:t>
          </w:r>
        </w:sdtContent>
      </w:sdt>
    </w:p>
    <w:sdt>
      <w:sdtPr>
        <w:id w:val="-352877473"/>
        <w:placeholder>
          <w:docPart w:val="443B52ECDC174AF5A90E47513E67D931"/>
        </w:placeholder>
        <w:date w:fullDate="2015-03-21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E01F21" w:rsidRDefault="00535E4E">
          <w:pPr>
            <w:pStyle w:val="Date"/>
          </w:pPr>
          <w:r>
            <w:t>March 21, 2015</w:t>
          </w:r>
        </w:p>
      </w:sdtContent>
    </w:sdt>
    <w:p w:rsidR="00E01F21" w:rsidRDefault="00535E4E">
      <w:pPr>
        <w:pStyle w:val="Address"/>
      </w:pPr>
      <w:r>
        <w:t>John Smith</w:t>
      </w:r>
    </w:p>
    <w:p w:rsidR="00535E4E" w:rsidRDefault="00535E4E">
      <w:pPr>
        <w:pStyle w:val="Address"/>
      </w:pPr>
      <w:r>
        <w:t>NCAA</w:t>
      </w:r>
    </w:p>
    <w:p w:rsidR="00E01F21" w:rsidRDefault="00D63F1B">
      <w:pPr>
        <w:pStyle w:val="Salutation"/>
      </w:pPr>
      <w:r>
        <w:t xml:space="preserve">Dear </w:t>
      </w:r>
      <w:r w:rsidR="00535E4E">
        <w:t>John Smith</w:t>
      </w:r>
      <w:r>
        <w:t>:</w:t>
      </w:r>
    </w:p>
    <w:p w:rsidR="00535E4E" w:rsidRDefault="00535E4E" w:rsidP="00535E4E">
      <w:r>
        <w:t>I am writing because I am interested in working with the NCAA to work with student athletes to find better ways to accommodate them as they work toward their desired degrees while also playing a collegiate sport. There is no doubt that student athletes face additional challenges on their path to their graduation and I think that I could help the NCAA find a way to increase the graduation rate of student athletes.</w:t>
      </w:r>
    </w:p>
    <w:p w:rsidR="00535E4E" w:rsidRPr="00535E4E" w:rsidRDefault="00535E4E" w:rsidP="00535E4E">
      <w:r>
        <w:t>I have hosted many informational seminars for student athletes and their families and I have received responses that state that I made a difference in the course that they have taken and have heard success stories from the people I have helped. I am excited to hear back with your decision.</w:t>
      </w:r>
    </w:p>
    <w:p w:rsidR="00E01F21" w:rsidRDefault="00D63F1B">
      <w:pPr>
        <w:pStyle w:val="Closing"/>
      </w:pPr>
      <w:r>
        <w:t>Sincerely,</w:t>
      </w:r>
    </w:p>
    <w:sdt>
      <w:sdtPr>
        <w:alias w:val="Your Name"/>
        <w:tag w:val=""/>
        <w:id w:val="875813424"/>
        <w:placeholder>
          <w:docPart w:val="4A173E81B37048D291BFCDA15602FFA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E01F21" w:rsidRDefault="00182877">
          <w:pPr>
            <w:pStyle w:val="Signature"/>
          </w:pPr>
          <w:r>
            <w:t>Colton Lamprey</w:t>
          </w:r>
        </w:p>
      </w:sdtContent>
    </w:sdt>
    <w:sectPr w:rsidR="00E01F21">
      <w:footerReference w:type="default" r:id="rId10"/>
      <w:pgSz w:w="12240" w:h="15840"/>
      <w:pgMar w:top="129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5B8" w:rsidRDefault="002665B8">
      <w:r>
        <w:separator/>
      </w:r>
    </w:p>
    <w:p w:rsidR="002665B8" w:rsidRDefault="002665B8"/>
  </w:endnote>
  <w:endnote w:type="continuationSeparator" w:id="0">
    <w:p w:rsidR="002665B8" w:rsidRDefault="002665B8">
      <w:r>
        <w:continuationSeparator/>
      </w:r>
    </w:p>
    <w:p w:rsidR="002665B8" w:rsidRDefault="002665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F21" w:rsidRDefault="00D63F1B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5B8" w:rsidRDefault="002665B8">
      <w:r>
        <w:separator/>
      </w:r>
    </w:p>
    <w:p w:rsidR="002665B8" w:rsidRDefault="002665B8"/>
  </w:footnote>
  <w:footnote w:type="continuationSeparator" w:id="0">
    <w:p w:rsidR="002665B8" w:rsidRDefault="002665B8">
      <w:r>
        <w:continuationSeparator/>
      </w:r>
    </w:p>
    <w:p w:rsidR="002665B8" w:rsidRDefault="002665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4E"/>
    <w:rsid w:val="00182877"/>
    <w:rsid w:val="002665B8"/>
    <w:rsid w:val="00535E4E"/>
    <w:rsid w:val="00D63F1B"/>
    <w:rsid w:val="00E0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A47248-30F8-4D96-B8B6-9EDE78EA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1414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141414" w:themeColor="accent1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/>
    </w:p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</w:rPr>
  </w:style>
  <w:style w:type="paragraph" w:customStyle="1" w:styleId="Address">
    <w:name w:val="Address"/>
    <w:basedOn w:val="Normal"/>
    <w:uiPriority w:val="1"/>
    <w:qFormat/>
    <w:pPr>
      <w:spacing w:line="336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  <w:jc w:val="right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141414" w:themeColor="accent1"/>
    </w:r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141414" w:themeColor="accent1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141414" w:themeColor="accent1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ton\AppData\Roaming\Microsoft\Templates\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173E81B37048D291BFCDA15602F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A49C4-3CFE-4E66-A057-668FA1202475}"/>
      </w:docPartPr>
      <w:docPartBody>
        <w:p w:rsidR="00CA2C7D" w:rsidRDefault="00B37010">
          <w:pPr>
            <w:pStyle w:val="4A173E81B37048D291BFCDA15602FFA0"/>
          </w:pPr>
          <w:r>
            <w:t>[Your Name]</w:t>
          </w:r>
        </w:p>
      </w:docPartBody>
    </w:docPart>
    <w:docPart>
      <w:docPartPr>
        <w:name w:val="713F63022BD2432FB80EB779B2113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9CF66-A59D-456E-9C5A-F52AC344CAC4}"/>
      </w:docPartPr>
      <w:docPartBody>
        <w:p w:rsidR="00CA2C7D" w:rsidRDefault="00B37010">
          <w:pPr>
            <w:pStyle w:val="713F63022BD2432FB80EB779B2113EE3"/>
          </w:pPr>
          <w:r>
            <w:t>[Address, City, ST  ZIP Code]</w:t>
          </w:r>
        </w:p>
      </w:docPartBody>
    </w:docPart>
    <w:docPart>
      <w:docPartPr>
        <w:name w:val="ABE6AF21A9564DE09FAE8B00C2FCF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704BD-CE55-4AC9-B259-A81CC662B9DA}"/>
      </w:docPartPr>
      <w:docPartBody>
        <w:p w:rsidR="00CA2C7D" w:rsidRDefault="00B37010">
          <w:pPr>
            <w:pStyle w:val="ABE6AF21A9564DE09FAE8B00C2FCF08A"/>
          </w:pPr>
          <w:r>
            <w:t>[Email]</w:t>
          </w:r>
        </w:p>
      </w:docPartBody>
    </w:docPart>
    <w:docPart>
      <w:docPartPr>
        <w:name w:val="443B52ECDC174AF5A90E47513E67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A6F44-AC67-4DA4-AF7A-F5C83699FE7B}"/>
      </w:docPartPr>
      <w:docPartBody>
        <w:p w:rsidR="00CA2C7D" w:rsidRDefault="00B37010">
          <w:pPr>
            <w:pStyle w:val="443B52ECDC174AF5A90E47513E67D931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010"/>
    <w:rsid w:val="00B37010"/>
    <w:rsid w:val="00CA2C7D"/>
    <w:rsid w:val="00DA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173E81B37048D291BFCDA15602FFA0">
    <w:name w:val="4A173E81B37048D291BFCDA15602FFA0"/>
  </w:style>
  <w:style w:type="paragraph" w:customStyle="1" w:styleId="713F63022BD2432FB80EB779B2113EE3">
    <w:name w:val="713F63022BD2432FB80EB779B2113EE3"/>
  </w:style>
  <w:style w:type="paragraph" w:customStyle="1" w:styleId="4EC492D6E7204822AC374CA956789E28">
    <w:name w:val="4EC492D6E7204822AC374CA956789E28"/>
  </w:style>
  <w:style w:type="paragraph" w:customStyle="1" w:styleId="ABE6AF21A9564DE09FAE8B00C2FCF08A">
    <w:name w:val="ABE6AF21A9564DE09FAE8B00C2FCF08A"/>
  </w:style>
  <w:style w:type="paragraph" w:customStyle="1" w:styleId="443B52ECDC174AF5A90E47513E67D931">
    <w:name w:val="443B52ECDC174AF5A90E47513E67D931"/>
  </w:style>
  <w:style w:type="paragraph" w:customStyle="1" w:styleId="C7277FBCBB104C1A860640E0E23D1C66">
    <w:name w:val="C7277FBCBB104C1A860640E0E23D1C66"/>
  </w:style>
  <w:style w:type="paragraph" w:customStyle="1" w:styleId="3E91E57D588E4C9ABC295D3574AF78C0">
    <w:name w:val="3E91E57D588E4C9ABC295D3574AF78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1513 Farmhouse ln. Middletown, PA</CompanyAddress>
  <CompanyPhone/>
  <CompanyFax/>
  <CompanyEmail>coltonlamprey@gmail.com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6CC609-D337-4099-9D4F-C40080298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A387C-BEBA-4666-85D8-85AA3EA6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</Template>
  <TotalTime>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Colton Lamprey</dc:creator>
  <cp:keywords/>
  <cp:lastModifiedBy>Colton Lamprey</cp:lastModifiedBy>
  <cp:revision>3</cp:revision>
  <dcterms:created xsi:type="dcterms:W3CDTF">2015-03-23T00:01:00Z</dcterms:created>
  <dcterms:modified xsi:type="dcterms:W3CDTF">2015-03-30T07:32:00Z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TC029196109991</vt:lpwstr>
  </property>
</Properties>
</file>